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F4" w:rsidRDefault="000233F4" w:rsidP="00CB5333">
      <w:pPr>
        <w:keepNext/>
        <w:spacing w:before="120" w:after="120"/>
        <w:ind w:left="4463"/>
        <w:jc w:val="left"/>
        <w:rPr>
          <w:color w:val="000000"/>
          <w:u w:color="000000"/>
        </w:rPr>
      </w:pPr>
      <w:r>
        <w:fldChar w:fldCharType="begin"/>
      </w:r>
      <w:r>
        <w:fldChar w:fldCharType="end"/>
      </w:r>
      <w:r>
        <w:rPr>
          <w:color w:val="000000"/>
          <w:u w:color="000000"/>
        </w:rPr>
        <w:t>Załącznik Nr 5 do zarządzenia Nr 61/2023</w:t>
      </w:r>
      <w:r>
        <w:rPr>
          <w:color w:val="000000"/>
          <w:u w:color="000000"/>
        </w:rPr>
        <w:br/>
        <w:t>Starosty Chodzieskiego</w:t>
      </w:r>
      <w:r>
        <w:rPr>
          <w:color w:val="000000"/>
          <w:u w:color="000000"/>
        </w:rPr>
        <w:br/>
        <w:t>z dnia 29 grudnia 2023 r.</w:t>
      </w:r>
    </w:p>
    <w:p w:rsidR="000233F4" w:rsidRDefault="000233F4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</w:p>
    <w:p w:rsidR="000233F4" w:rsidRDefault="000233F4" w:rsidP="00590095">
      <w:pPr>
        <w:keepNext/>
        <w:spacing w:after="48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Załącznik do formularza ofertowego nr 2</w:t>
      </w:r>
    </w:p>
    <w:p w:rsidR="000233F4" w:rsidRDefault="000233F4" w:rsidP="00590095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/>
        <w:t>Miejscowość ................................................</w:t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ab/>
        <w:t>Data .....................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Oświadczenie o spełnianiu warunków udziału w postępowaniu,</w:t>
      </w:r>
      <w:r>
        <w:rPr>
          <w:b/>
          <w:color w:val="000000"/>
          <w:u w:color="000000"/>
        </w:rPr>
        <w:br/>
        <w:t>wraz z informacją w zakresie dysponowania wiedzą i doświadczeniem oraz odpowiednimi zasobami zdolnymi do wykonywania zamówienia w postępowaniu na:</w:t>
      </w:r>
    </w:p>
    <w:p w:rsidR="000233F4" w:rsidRDefault="000233F4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……………………………………………………………………………………….</w:t>
      </w:r>
    </w:p>
    <w:p w:rsidR="000233F4" w:rsidRDefault="000233F4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p w:rsidR="000233F4" w:rsidRDefault="000233F4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Nazwa i adres Wykonawcy/ców*:</w:t>
      </w:r>
    </w:p>
    <w:p w:rsidR="000233F4" w:rsidRDefault="000233F4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</w:t>
      </w:r>
    </w:p>
    <w:p w:rsidR="000233F4" w:rsidRDefault="000233F4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</w:t>
      </w:r>
    </w:p>
    <w:p w:rsidR="000233F4" w:rsidRDefault="000233F4" w:rsidP="0059009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Przystępując do postępowania w sprawie udzielenia zamówienia publicznego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 xml:space="preserve">oświadczam/y*, że </w:t>
      </w:r>
      <w:r>
        <w:rPr>
          <w:color w:val="000000"/>
          <w:u w:color="000000"/>
        </w:rPr>
        <w:t>spełniam/y* warunki udziału w niniejszym postępowaniu, tj.:</w:t>
      </w:r>
    </w:p>
    <w:p w:rsidR="000233F4" w:rsidRDefault="000233F4" w:rsidP="0059009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posiadamy uprawnienia do wykonywania określonej działalności lub czynności</w:t>
      </w:r>
      <w:r>
        <w:rPr>
          <w:color w:val="000000"/>
          <w:u w:color="000000"/>
        </w:rPr>
        <w:br/>
        <w:t>w zakresie objętym zamówieniem,</w:t>
      </w:r>
    </w:p>
    <w:p w:rsidR="000233F4" w:rsidRDefault="000233F4" w:rsidP="0059009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posiadamy wiedzę i doświadczenie/polegamy na wiedzy i doświadczeniu innych podmiotów*,</w:t>
      </w:r>
    </w:p>
    <w:p w:rsidR="000233F4" w:rsidRDefault="000233F4" w:rsidP="0059009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dysponujemy odpowiednim potencjałem technicznym oraz osobami zdolnymi</w:t>
      </w:r>
      <w:r>
        <w:rPr>
          <w:color w:val="000000"/>
          <w:u w:color="000000"/>
        </w:rPr>
        <w:br/>
        <w:t>do wykonania zamówienia/ dysponujemy odpowiednim potencjałem technicznym oraz polegamy na osobach zdolnych do wykonania zamówienia innych podmiotów/ dysponujemy osobami zdolnymi do wykonania zamówienia oraz polegamy na potencjale technicznym innych podmiotów*</w:t>
      </w:r>
    </w:p>
    <w:p w:rsidR="000233F4" w:rsidRDefault="000233F4" w:rsidP="0059009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znajdujemy się w sytuacji ekonomicznej i finansowej zapewniającej wykonanie zamówienia/ znajdujemy się w sytuacji ekonomicznej zapewniającej wykonanie zamówienia oraz polegamy na zdolnościach finansowych innych podmiotów*.</w:t>
      </w:r>
    </w:p>
    <w:p w:rsidR="000233F4" w:rsidRDefault="000233F4" w:rsidP="00590095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*)niepotrzebne skreślić</w:t>
      </w:r>
    </w:p>
    <w:p w:rsidR="000233F4" w:rsidRDefault="000233F4" w:rsidP="00590095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.................................................................................</w:t>
      </w:r>
      <w:r>
        <w:rPr>
          <w:color w:val="000000"/>
          <w:u w:color="000000"/>
        </w:rPr>
        <w:br/>
      </w:r>
      <w:r>
        <w:rPr>
          <w:i/>
          <w:color w:val="000000"/>
          <w:u w:color="000000"/>
        </w:rPr>
        <w:t>(czytelny podpis osoby uprawnionej/osób uprawnionych</w:t>
      </w:r>
    </w:p>
    <w:p w:rsidR="000233F4" w:rsidRDefault="000233F4" w:rsidP="00590095">
      <w:pPr>
        <w:spacing w:before="120" w:after="120"/>
        <w:ind w:left="624" w:firstLine="227"/>
        <w:jc w:val="right"/>
        <w:rPr>
          <w:color w:val="000000"/>
          <w:u w:color="000000"/>
        </w:rPr>
      </w:pPr>
      <w:r>
        <w:rPr>
          <w:i/>
          <w:color w:val="000000"/>
          <w:u w:color="000000"/>
        </w:rPr>
        <w:t>do działania w imieniu Wykonawcy/ Wykonawców wspólnie</w:t>
      </w:r>
    </w:p>
    <w:p w:rsidR="000233F4" w:rsidRDefault="000233F4" w:rsidP="00590095">
      <w:pPr>
        <w:spacing w:before="120" w:after="120"/>
        <w:ind w:left="624" w:firstLine="227"/>
        <w:jc w:val="right"/>
        <w:rPr>
          <w:color w:val="000000"/>
          <w:u w:color="000000"/>
        </w:rPr>
        <w:sectPr w:rsidR="000233F4" w:rsidSect="00CB5333">
          <w:headerReference w:type="default" r:id="rId6"/>
          <w:footerReference w:type="default" r:id="rId7"/>
          <w:endnotePr>
            <w:numFmt w:val="decimal"/>
          </w:endnotePr>
          <w:pgSz w:w="11906" w:h="16838"/>
          <w:pgMar w:top="719" w:right="850" w:bottom="0" w:left="1701" w:header="708" w:footer="708" w:gutter="0"/>
          <w:pgNumType w:start="1"/>
          <w:cols w:space="708"/>
          <w:docGrid w:linePitch="360"/>
        </w:sectPr>
      </w:pPr>
      <w:r>
        <w:rPr>
          <w:i/>
          <w:color w:val="000000"/>
          <w:u w:color="000000"/>
        </w:rPr>
        <w:t>biorących udział w postępowaniu lub pełnomocnik</w:t>
      </w:r>
    </w:p>
    <w:p w:rsidR="000233F4" w:rsidRDefault="000233F4" w:rsidP="00590095">
      <w:pPr>
        <w:spacing w:before="120" w:after="120"/>
        <w:rPr>
          <w:color w:val="000000"/>
          <w:u w:color="000000"/>
        </w:rPr>
      </w:pPr>
    </w:p>
    <w:sectPr w:rsidR="000233F4" w:rsidSect="00590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850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3F4" w:rsidRDefault="000233F4" w:rsidP="002927A2">
      <w:r>
        <w:separator/>
      </w:r>
    </w:p>
  </w:endnote>
  <w:endnote w:type="continuationSeparator" w:id="1">
    <w:p w:rsidR="000233F4" w:rsidRDefault="000233F4" w:rsidP="00292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381"/>
      <w:gridCol w:w="3190"/>
    </w:tblGrid>
    <w:tr w:rsidR="000233F4">
      <w:tc>
        <w:tcPr>
          <w:tcW w:w="6237" w:type="dxa"/>
          <w:tcBorders>
            <w:left w:val="nil"/>
            <w:bottom w:val="nil"/>
            <w:right w:val="nil"/>
          </w:tcBorders>
          <w:tcMar>
            <w:top w:w="100" w:type="dxa"/>
          </w:tcMar>
        </w:tcPr>
        <w:p w:rsidR="000233F4" w:rsidRDefault="000233F4">
          <w:pPr>
            <w:jc w:val="left"/>
            <w:rPr>
              <w:sz w:val="20"/>
            </w:rPr>
          </w:pPr>
          <w:r>
            <w:rPr>
              <w:rFonts w:ascii="TimesNewRoman" w:hAnsi="TimesNewRoman" w:cs="TimesNewRoman"/>
              <w:sz w:val="20"/>
              <w:szCs w:val="20"/>
              <w:lang w:eastAsia="en-US"/>
            </w:rPr>
            <w:t>Id: 90AF7E10-36F4-4E29-ABE7-01E2C62EC475. Uchwalony</w:t>
          </w:r>
        </w:p>
      </w:tc>
      <w:tc>
        <w:tcPr>
          <w:tcW w:w="3118" w:type="dxa"/>
          <w:tcBorders>
            <w:left w:val="nil"/>
            <w:bottom w:val="nil"/>
            <w:right w:val="nil"/>
          </w:tcBorders>
          <w:tcMar>
            <w:top w:w="100" w:type="dxa"/>
          </w:tcMar>
        </w:tcPr>
        <w:p w:rsidR="000233F4" w:rsidRDefault="000233F4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0233F4" w:rsidRDefault="000233F4">
    <w:pPr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F4" w:rsidRDefault="000233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381"/>
      <w:gridCol w:w="3190"/>
    </w:tblGrid>
    <w:tr w:rsidR="000233F4" w:rsidTr="00806243">
      <w:tc>
        <w:tcPr>
          <w:tcW w:w="6237" w:type="dxa"/>
          <w:tcBorders>
            <w:left w:val="nil"/>
            <w:bottom w:val="nil"/>
            <w:right w:val="nil"/>
          </w:tcBorders>
          <w:tcMar>
            <w:top w:w="100" w:type="dxa"/>
          </w:tcMar>
        </w:tcPr>
        <w:p w:rsidR="000233F4" w:rsidRDefault="000233F4" w:rsidP="002927A2">
          <w:pPr>
            <w:jc w:val="left"/>
            <w:rPr>
              <w:sz w:val="20"/>
            </w:rPr>
          </w:pPr>
          <w:r>
            <w:rPr>
              <w:rFonts w:ascii="TimesNewRoman" w:hAnsi="TimesNewRoman" w:cs="TimesNewRoman"/>
              <w:sz w:val="20"/>
              <w:szCs w:val="20"/>
              <w:lang w:eastAsia="en-US"/>
            </w:rPr>
            <w:t>Id: 90AF7E10-36F4-4E29-ABE7-01E2C62EC475. Uchwalony</w:t>
          </w:r>
          <w:bookmarkStart w:id="0" w:name="_GoBack"/>
          <w:bookmarkEnd w:id="0"/>
        </w:p>
      </w:tc>
      <w:tc>
        <w:tcPr>
          <w:tcW w:w="3118" w:type="dxa"/>
          <w:tcBorders>
            <w:left w:val="nil"/>
            <w:bottom w:val="nil"/>
            <w:right w:val="nil"/>
          </w:tcBorders>
          <w:tcMar>
            <w:top w:w="100" w:type="dxa"/>
          </w:tcMar>
        </w:tcPr>
        <w:p w:rsidR="000233F4" w:rsidRDefault="000233F4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</w:p>
      </w:tc>
    </w:tr>
  </w:tbl>
  <w:p w:rsidR="000233F4" w:rsidRDefault="000233F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F4" w:rsidRDefault="000233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3F4" w:rsidRDefault="000233F4" w:rsidP="002927A2">
      <w:r>
        <w:separator/>
      </w:r>
    </w:p>
  </w:footnote>
  <w:footnote w:type="continuationSeparator" w:id="1">
    <w:p w:rsidR="000233F4" w:rsidRDefault="000233F4" w:rsidP="00292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F4" w:rsidRDefault="000233F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446.25pt;height:46.5pt">
          <v:imagedata r:id="rId1" r:href="rId2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F4" w:rsidRDefault="000233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F4" w:rsidRDefault="000233F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3F4" w:rsidRDefault="000233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CB8"/>
    <w:rsid w:val="000233F4"/>
    <w:rsid w:val="00072CB8"/>
    <w:rsid w:val="00091F34"/>
    <w:rsid w:val="002446C7"/>
    <w:rsid w:val="002751DD"/>
    <w:rsid w:val="002927A2"/>
    <w:rsid w:val="002F22EB"/>
    <w:rsid w:val="00386E44"/>
    <w:rsid w:val="004330C2"/>
    <w:rsid w:val="005243F9"/>
    <w:rsid w:val="00590095"/>
    <w:rsid w:val="00630D3B"/>
    <w:rsid w:val="0069703F"/>
    <w:rsid w:val="00727A77"/>
    <w:rsid w:val="00760DE4"/>
    <w:rsid w:val="00776300"/>
    <w:rsid w:val="00806243"/>
    <w:rsid w:val="0099245E"/>
    <w:rsid w:val="00A23E0C"/>
    <w:rsid w:val="00B425A7"/>
    <w:rsid w:val="00B872A7"/>
    <w:rsid w:val="00BC5B18"/>
    <w:rsid w:val="00C57CD8"/>
    <w:rsid w:val="00C8339B"/>
    <w:rsid w:val="00CB5333"/>
    <w:rsid w:val="00DA4F86"/>
    <w:rsid w:val="00FB3FE4"/>
    <w:rsid w:val="00FD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7A2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27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27A2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2927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27A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ppData/Local/Temp/pid-11480/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267</Words>
  <Characters>1608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admin</cp:lastModifiedBy>
  <cp:revision>11</cp:revision>
  <dcterms:created xsi:type="dcterms:W3CDTF">2024-01-11T13:52:00Z</dcterms:created>
  <dcterms:modified xsi:type="dcterms:W3CDTF">2024-04-03T08:10:00Z</dcterms:modified>
</cp:coreProperties>
</file>